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645062C0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179D" w:rsidRPr="0039179D">
        <w:rPr>
          <w:rFonts w:ascii="BIZ UD明朝 Medium" w:eastAsia="BIZ UD明朝 Medium" w:hAnsi="ＭＳ 明朝" w:hint="eastAsia"/>
          <w:spacing w:val="16"/>
          <w:sz w:val="21"/>
          <w:szCs w:val="21"/>
        </w:rPr>
        <w:t>マイクロ剪刀　１式</w:t>
      </w:r>
    </w:p>
    <w:p w14:paraId="685760A9" w14:textId="77777777" w:rsidR="00150BD1" w:rsidRPr="00F85E7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5BB3710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B06FF0" w:rsidRPr="00B06FF0">
        <w:rPr>
          <w:rFonts w:ascii="BIZ UD明朝 Medium" w:eastAsia="BIZ UD明朝 Medium" w:hAnsi="ＭＳ 明朝" w:hint="eastAsia"/>
          <w:spacing w:val="16"/>
          <w:szCs w:val="22"/>
        </w:rPr>
        <w:t>令和７年１１月１４日(金)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A27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5EF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79D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2070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64D6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98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18F8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06FF0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5EE4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26011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93EA6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23E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61</cp:revision>
  <cp:lastPrinted>2025-11-11T02:09:00Z</cp:lastPrinted>
  <dcterms:created xsi:type="dcterms:W3CDTF">2020-01-22T03:01:00Z</dcterms:created>
  <dcterms:modified xsi:type="dcterms:W3CDTF">2025-11-11T02:20:00Z</dcterms:modified>
</cp:coreProperties>
</file>